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32DBAA1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AF454C" w:rsidRPr="00AF454C">
              <w:rPr>
                <w:rFonts w:eastAsia="Calibri"/>
              </w:rPr>
              <w:t xml:space="preserve">Vaida Alevikuselts MTÜ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6F384BF9" w:rsidR="00F21C04" w:rsidRPr="00645CA1" w:rsidRDefault="00AF454C" w:rsidP="00E06C31">
            <w:pPr>
              <w:rPr>
                <w:rFonts w:ascii="Times New Roman" w:eastAsia="Calibri" w:hAnsi="Times New Roman" w:cs="Times New Roman"/>
              </w:rPr>
            </w:pPr>
            <w:r w:rsidRPr="00AF454C">
              <w:rPr>
                <w:rFonts w:eastAsia="Calibri"/>
              </w:rPr>
              <w:t>Vaida Alevikuselts MTÜ</w:t>
            </w:r>
            <w:r w:rsidR="00F21C04" w:rsidRPr="00AF454C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64687344" w:rsidR="00F21C04" w:rsidRPr="00645CA1" w:rsidRDefault="00AF454C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2B5717">
              <w:rPr>
                <w:rFonts w:ascii="Times New Roman" w:eastAsia="Calibri" w:hAnsi="Times New Roman" w:cs="Times New Roman"/>
              </w:rPr>
              <w:t>Raili Salvet</w:t>
            </w:r>
            <w:r w:rsidR="00F21C04" w:rsidRPr="002B5717">
              <w:rPr>
                <w:rFonts w:ascii="Times New Roman" w:eastAsia="Calibri" w:hAnsi="Times New Roman" w:cs="Times New Roman"/>
              </w:rPr>
              <w:t>, e-post</w:t>
            </w:r>
            <w:r w:rsidRPr="002B5717">
              <w:rPr>
                <w:rFonts w:ascii="Times New Roman" w:eastAsia="Calibri" w:hAnsi="Times New Roman" w:cs="Times New Roman"/>
              </w:rPr>
              <w:t>: raili.salvet@gmail.com</w:t>
            </w:r>
            <w:r w:rsidR="00F21C04" w:rsidRPr="002B5717">
              <w:rPr>
                <w:rFonts w:ascii="Times New Roman" w:eastAsia="Calibri" w:hAnsi="Times New Roman" w:cs="Times New Roman"/>
              </w:rPr>
              <w:t>, telefoni nr</w:t>
            </w:r>
            <w:r w:rsidRPr="002B5717">
              <w:rPr>
                <w:rFonts w:ascii="Times New Roman" w:eastAsia="Calibri" w:hAnsi="Times New Roman" w:cs="Times New Roman"/>
              </w:rPr>
              <w:t>: 5647 4344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69813161" w:rsidR="00F21C04" w:rsidRPr="002B5717" w:rsidRDefault="002B5717" w:rsidP="00E06C31">
            <w:pPr>
              <w:rPr>
                <w:rFonts w:ascii="Times New Roman" w:eastAsia="Calibri" w:hAnsi="Times New Roman" w:cs="Times New Roman"/>
              </w:rPr>
            </w:pPr>
            <w:r w:rsidRPr="002B5717">
              <w:rPr>
                <w:rFonts w:ascii="Times New Roman" w:eastAsia="Calibri" w:hAnsi="Times New Roman" w:cs="Times New Roman"/>
              </w:rPr>
              <w:t>Swedbank,</w:t>
            </w:r>
            <w:r w:rsidR="00F21C04" w:rsidRPr="002B5717">
              <w:rPr>
                <w:rFonts w:ascii="Times New Roman" w:eastAsia="Calibri" w:hAnsi="Times New Roman" w:cs="Times New Roman"/>
              </w:rPr>
              <w:t xml:space="preserve"> arveldusar</w:t>
            </w:r>
            <w:bookmarkStart w:id="0" w:name="_GoBack"/>
            <w:bookmarkEnd w:id="0"/>
            <w:r w:rsidR="00F21C04" w:rsidRPr="002B5717">
              <w:rPr>
                <w:rFonts w:ascii="Times New Roman" w:eastAsia="Calibri" w:hAnsi="Times New Roman" w:cs="Times New Roman"/>
              </w:rPr>
              <w:t>ve number</w:t>
            </w:r>
            <w:r w:rsidRPr="002B5717">
              <w:rPr>
                <w:rFonts w:ascii="Times New Roman" w:eastAsia="Calibri" w:hAnsi="Times New Roman" w:cs="Times New Roman"/>
              </w:rPr>
              <w:t>: EE082200221045893323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392D6386" w:rsidR="00F21C04" w:rsidRPr="00370B22" w:rsidRDefault="00370B22" w:rsidP="00370B22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4A4A4A"/>
                <w:kern w:val="0"/>
                <w:lang w:eastAsia="en-US" w:bidi="ar-SA"/>
              </w:rPr>
            </w:pPr>
            <w:r>
              <w:rPr>
                <w:rFonts w:ascii="Arial" w:hAnsi="Arial" w:cs="Arial"/>
                <w:color w:val="4A4A4A"/>
              </w:rPr>
              <w:br/>
            </w:r>
            <w:r w:rsidRPr="00370B22">
              <w:rPr>
                <w:rFonts w:ascii="Times New Roman" w:hAnsi="Times New Roman" w:cs="Times New Roman"/>
                <w:bCs/>
                <w:color w:val="4A4A4A"/>
                <w:shd w:val="clear" w:color="auto" w:fill="FFFFFF"/>
              </w:rPr>
              <w:t>Määruse number</w:t>
            </w:r>
            <w:r w:rsidRPr="00370B22">
              <w:rPr>
                <w:rFonts w:ascii="Times New Roman" w:hAnsi="Times New Roman" w:cs="Times New Roman"/>
                <w:b/>
                <w:bCs/>
                <w:color w:val="4A4A4A"/>
                <w:shd w:val="clear" w:color="auto" w:fill="FFFFFF"/>
              </w:rPr>
              <w:t xml:space="preserve">: </w:t>
            </w:r>
            <w:r w:rsidRPr="00370B22">
              <w:rPr>
                <w:rFonts w:ascii="Times New Roman" w:hAnsi="Times New Roman" w:cs="Times New Roman"/>
                <w:color w:val="4A4A4A"/>
              </w:rPr>
              <w:t>M 10128849 / 7</w:t>
            </w:r>
            <w:r w:rsidR="00F21C04" w:rsidRPr="00370B22">
              <w:rPr>
                <w:rFonts w:ascii="Times New Roman" w:eastAsia="Calibri" w:hAnsi="Times New Roman" w:cs="Times New Roman"/>
              </w:rPr>
              <w:t xml:space="preserve"> alusel </w:t>
            </w:r>
            <w:r w:rsidRPr="00370B22">
              <w:rPr>
                <w:rFonts w:ascii="Times New Roman" w:eastAsia="Calibri" w:hAnsi="Times New Roman" w:cs="Times New Roman"/>
              </w:rPr>
              <w:t>Vaida Alevikuselts MTÜ juhatuse liige, Raili Salvet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A8AB6" w14:textId="77777777" w:rsidR="007C0127" w:rsidRDefault="007C0127" w:rsidP="00DF44DF">
      <w:r>
        <w:separator/>
      </w:r>
    </w:p>
  </w:endnote>
  <w:endnote w:type="continuationSeparator" w:id="0">
    <w:p w14:paraId="32F5386A" w14:textId="77777777" w:rsidR="007C0127" w:rsidRDefault="007C0127" w:rsidP="00DF44DF">
      <w:r>
        <w:continuationSeparator/>
      </w:r>
    </w:p>
  </w:endnote>
  <w:endnote w:type="continuationNotice" w:id="1">
    <w:p w14:paraId="09D2945B" w14:textId="77777777" w:rsidR="007C0127" w:rsidRDefault="007C01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72429" w14:textId="77777777" w:rsidR="007C0127" w:rsidRDefault="007C0127" w:rsidP="00DF44DF">
      <w:r>
        <w:separator/>
      </w:r>
    </w:p>
  </w:footnote>
  <w:footnote w:type="continuationSeparator" w:id="0">
    <w:p w14:paraId="092F4BFE" w14:textId="77777777" w:rsidR="007C0127" w:rsidRDefault="007C0127" w:rsidP="00DF44DF">
      <w:r>
        <w:continuationSeparator/>
      </w:r>
    </w:p>
  </w:footnote>
  <w:footnote w:type="continuationNotice" w:id="1">
    <w:p w14:paraId="1B245064" w14:textId="77777777" w:rsidR="007C0127" w:rsidRDefault="007C01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B5717"/>
    <w:rsid w:val="002F254F"/>
    <w:rsid w:val="00302E14"/>
    <w:rsid w:val="00306688"/>
    <w:rsid w:val="00354059"/>
    <w:rsid w:val="00370B22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0127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970D3"/>
    <w:rsid w:val="00AB2A2F"/>
    <w:rsid w:val="00AD2EA7"/>
    <w:rsid w:val="00AE7DDE"/>
    <w:rsid w:val="00AF3210"/>
    <w:rsid w:val="00AF454C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35BED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2FCD902-FAC7-43FD-A9DE-61785FCE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50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kasutaja</cp:lastModifiedBy>
  <cp:revision>4</cp:revision>
  <cp:lastPrinted>2014-04-02T13:57:00Z</cp:lastPrinted>
  <dcterms:created xsi:type="dcterms:W3CDTF">2023-03-20T08:54:00Z</dcterms:created>
  <dcterms:modified xsi:type="dcterms:W3CDTF">2023-03-22T14:21:00Z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